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C3F315D-3AB6-4503-8C5E-EDD52063CD06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